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520B326B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DF6CEA">
        <w:rPr>
          <w:rStyle w:val="Strong"/>
          <w:rFonts w:asciiTheme="minorHAnsi" w:hAnsiTheme="minorHAnsi" w:cstheme="minorHAnsi"/>
          <w:lang w:val="en-GB"/>
        </w:rPr>
        <w:t>43-G002-23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796F4AAE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AB12B5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AB12B5">
        <w:rPr>
          <w:rFonts w:ascii="Calibri" w:hAnsi="Calibri" w:cs="Calibri"/>
        </w:rPr>
        <w:t>Kiribati Public Procurement Web</w:t>
      </w:r>
      <w:r w:rsidRPr="00AB12B5">
        <w:rPr>
          <w:rFonts w:ascii="Calibri" w:hAnsi="Calibri" w:cs="Calibri"/>
        </w:rPr>
        <w:t xml:space="preserve"> </w:t>
      </w:r>
      <w:r w:rsidR="00D80D8E" w:rsidRPr="00AB12B5">
        <w:rPr>
          <w:rFonts w:ascii="Calibri" w:hAnsi="Calibri" w:cs="Calibri"/>
        </w:rPr>
        <w:t>Portal</w:t>
      </w:r>
      <w:r w:rsidRPr="00AB12B5">
        <w:rPr>
          <w:rFonts w:ascii="Calibri" w:hAnsi="Calibri" w:cs="Calibri"/>
        </w:rPr>
        <w:t xml:space="preserve"> (</w:t>
      </w:r>
      <w:r w:rsidR="00D85E1B" w:rsidRPr="00AB12B5">
        <w:rPr>
          <w:rStyle w:val="Hyperlink"/>
          <w:rFonts w:ascii="Calibri" w:hAnsi="Calibri" w:cs="Calibri"/>
          <w:lang w:val="en-GB"/>
        </w:rPr>
        <w:t>www.procurement.gov.ki/opentender</w:t>
      </w:r>
      <w:r w:rsidRPr="00AB12B5">
        <w:rPr>
          <w:rFonts w:ascii="Calibri" w:hAnsi="Calibri" w:cs="Calibri"/>
        </w:rPr>
        <w:t xml:space="preserve">) </w:t>
      </w:r>
      <w:r w:rsidRPr="00AB12B5">
        <w:rPr>
          <w:rFonts w:ascii="Calibri" w:hAnsi="Calibri" w:cs="Calibri"/>
          <w:u w:val="single"/>
        </w:rPr>
        <w:t>or</w:t>
      </w:r>
      <w:r w:rsidRPr="00AB12B5">
        <w:rPr>
          <w:rFonts w:ascii="Calibri" w:hAnsi="Calibri" w:cs="Calibri"/>
        </w:rPr>
        <w:t xml:space="preserve"> sent directly </w:t>
      </w:r>
      <w:r w:rsidR="00FE039B" w:rsidRPr="00AB12B5">
        <w:rPr>
          <w:rFonts w:ascii="Calibri" w:hAnsi="Calibri" w:cs="Calibri"/>
        </w:rPr>
        <w:t xml:space="preserve">to </w:t>
      </w:r>
      <w:r w:rsidRPr="00AB12B5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5C3B" w:rsidRPr="00AB12B5">
        <w:rPr>
          <w:rFonts w:ascii="Calibri" w:hAnsi="Calibri" w:cs="Calibri"/>
        </w:rPr>
        <w:t>5-9</w:t>
      </w:r>
      <w:r w:rsidRPr="00AB12B5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Default="004E36AD" w:rsidP="004E36AD">
      <w:pPr>
        <w:rPr>
          <w:rFonts w:ascii="Calibri" w:hAnsi="Calibri" w:cs="Calibri"/>
        </w:rPr>
      </w:pPr>
    </w:p>
    <w:p w14:paraId="1B0BEA92" w14:textId="77777777" w:rsidR="002614DC" w:rsidRDefault="002614DC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684"/>
      </w:tblGrid>
      <w:tr w:rsidR="002614DC" w:rsidRPr="00A33618" w14:paraId="36831DAB" w14:textId="77777777" w:rsidTr="001020FA">
        <w:tc>
          <w:tcPr>
            <w:tcW w:w="4673" w:type="dxa"/>
            <w:shd w:val="clear" w:color="auto" w:fill="auto"/>
          </w:tcPr>
          <w:p w14:paraId="0A5FC113" w14:textId="77777777" w:rsidR="002614DC" w:rsidRPr="00A33618" w:rsidRDefault="002614DC" w:rsidP="001020FA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67EBAC4" w14:textId="77777777" w:rsidR="002614DC" w:rsidRPr="00A33618" w:rsidRDefault="002614DC" w:rsidP="001020FA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684" w:type="dxa"/>
            <w:shd w:val="clear" w:color="auto" w:fill="auto"/>
          </w:tcPr>
          <w:p w14:paraId="16CFA1E9" w14:textId="77777777" w:rsidR="002614DC" w:rsidRPr="00A33618" w:rsidRDefault="002614DC" w:rsidP="001020FA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2614DC" w:rsidRPr="00A33618" w14:paraId="1E03868E" w14:textId="77777777" w:rsidTr="001020FA">
        <w:tc>
          <w:tcPr>
            <w:tcW w:w="4673" w:type="dxa"/>
            <w:shd w:val="clear" w:color="auto" w:fill="auto"/>
          </w:tcPr>
          <w:p w14:paraId="5F160189" w14:textId="77777777" w:rsidR="002614DC" w:rsidRPr="00B0293A" w:rsidRDefault="002614DC" w:rsidP="001020F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6A45CB7E" w14:textId="77777777" w:rsidR="002614DC" w:rsidRPr="00251A4B" w:rsidRDefault="002614DC" w:rsidP="001020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KCDL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129CA21A" w14:textId="77777777" w:rsidR="002614DC" w:rsidRPr="00532E97" w:rsidRDefault="002614DC" w:rsidP="001020F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08/11/2023</w:t>
            </w:r>
          </w:p>
        </w:tc>
      </w:tr>
      <w:tr w:rsidR="002614DC" w:rsidRPr="00A33618" w14:paraId="407E800C" w14:textId="77777777" w:rsidTr="001020FA">
        <w:tc>
          <w:tcPr>
            <w:tcW w:w="4673" w:type="dxa"/>
            <w:shd w:val="clear" w:color="auto" w:fill="auto"/>
          </w:tcPr>
          <w:p w14:paraId="084DB787" w14:textId="77777777" w:rsidR="002614DC" w:rsidRPr="00B0293A" w:rsidRDefault="002614DC" w:rsidP="001020F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28866387" w14:textId="77777777" w:rsidR="002614DC" w:rsidRPr="00251A4B" w:rsidRDefault="002614DC" w:rsidP="001020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46A4EF56" w14:textId="77777777" w:rsidR="002614DC" w:rsidRPr="00A30904" w:rsidRDefault="002614DC" w:rsidP="001020F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29/11/2023</w:t>
            </w:r>
          </w:p>
        </w:tc>
      </w:tr>
      <w:tr w:rsidR="002614DC" w:rsidRPr="00A33618" w14:paraId="2E4C59E1" w14:textId="77777777" w:rsidTr="001020FA">
        <w:tc>
          <w:tcPr>
            <w:tcW w:w="4673" w:type="dxa"/>
            <w:shd w:val="clear" w:color="auto" w:fill="auto"/>
          </w:tcPr>
          <w:p w14:paraId="500322FA" w14:textId="77777777" w:rsidR="002614DC" w:rsidRPr="00B0293A" w:rsidRDefault="002614DC" w:rsidP="001020F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2361A9C3" w14:textId="77777777" w:rsidR="002614DC" w:rsidRPr="00251A4B" w:rsidRDefault="002614DC" w:rsidP="001020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74BA689E" w14:textId="77777777" w:rsidR="002614DC" w:rsidRPr="00A30904" w:rsidRDefault="002614DC" w:rsidP="001020F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30/11/2023</w:t>
            </w:r>
          </w:p>
        </w:tc>
      </w:tr>
      <w:tr w:rsidR="002614DC" w:rsidRPr="00A33618" w14:paraId="0F26511A" w14:textId="77777777" w:rsidTr="001020FA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4220D68B" w14:textId="77777777" w:rsidR="002614DC" w:rsidRPr="00B0293A" w:rsidRDefault="002614DC" w:rsidP="001020F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00D3691E" w14:textId="77777777" w:rsidR="002614DC" w:rsidRPr="00251A4B" w:rsidRDefault="002614DC" w:rsidP="001020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8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974567A" w14:textId="77777777" w:rsidR="002614DC" w:rsidRPr="00A30904" w:rsidRDefault="002614DC" w:rsidP="001020F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04/12/2023 (17:00)</w:t>
            </w:r>
          </w:p>
        </w:tc>
      </w:tr>
      <w:tr w:rsidR="002614DC" w:rsidRPr="00A33618" w14:paraId="254C2507" w14:textId="77777777" w:rsidTr="001020FA">
        <w:tc>
          <w:tcPr>
            <w:tcW w:w="4673" w:type="dxa"/>
            <w:shd w:val="clear" w:color="auto" w:fill="auto"/>
          </w:tcPr>
          <w:p w14:paraId="4C021C06" w14:textId="77777777" w:rsidR="002614DC" w:rsidRPr="00B0293A" w:rsidRDefault="002614DC" w:rsidP="001020F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Tender Opening </w:t>
            </w:r>
          </w:p>
        </w:tc>
        <w:tc>
          <w:tcPr>
            <w:tcW w:w="2268" w:type="dxa"/>
            <w:shd w:val="clear" w:color="auto" w:fill="auto"/>
          </w:tcPr>
          <w:p w14:paraId="07F9FA42" w14:textId="77777777" w:rsidR="002614DC" w:rsidRPr="00251A4B" w:rsidRDefault="002614DC" w:rsidP="001020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CPU, MTCIC &amp; KCDL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1C0274EB" w14:textId="77777777" w:rsidR="002614DC" w:rsidRPr="00532E97" w:rsidRDefault="002614DC" w:rsidP="001020F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06/12/2023</w:t>
            </w:r>
          </w:p>
        </w:tc>
      </w:tr>
      <w:tr w:rsidR="002614DC" w:rsidRPr="00A33618" w14:paraId="7701A1F3" w14:textId="77777777" w:rsidTr="001020FA">
        <w:tc>
          <w:tcPr>
            <w:tcW w:w="4673" w:type="dxa"/>
            <w:shd w:val="clear" w:color="auto" w:fill="auto"/>
          </w:tcPr>
          <w:p w14:paraId="75354638" w14:textId="77777777" w:rsidR="002614DC" w:rsidRPr="00B0293A" w:rsidRDefault="002614DC" w:rsidP="001020F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17D3D9E4" w14:textId="77777777" w:rsidR="002614DC" w:rsidRPr="00251A4B" w:rsidRDefault="002614DC" w:rsidP="001020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CPU, MTCIC &amp; KCDL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355AC9EF" w14:textId="77777777" w:rsidR="002614DC" w:rsidRPr="00532E97" w:rsidRDefault="002614DC" w:rsidP="001020F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07/12/2023</w:t>
            </w:r>
          </w:p>
        </w:tc>
      </w:tr>
      <w:tr w:rsidR="002614DC" w:rsidRPr="00A33618" w14:paraId="61EE93D9" w14:textId="77777777" w:rsidTr="001020FA">
        <w:tc>
          <w:tcPr>
            <w:tcW w:w="4673" w:type="dxa"/>
            <w:shd w:val="clear" w:color="auto" w:fill="auto"/>
          </w:tcPr>
          <w:p w14:paraId="14AED619" w14:textId="77777777" w:rsidR="002614DC" w:rsidRPr="00B0293A" w:rsidRDefault="002614DC" w:rsidP="001020F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12584970" w14:textId="77777777" w:rsidR="002614DC" w:rsidRPr="00251A4B" w:rsidRDefault="002614DC" w:rsidP="001020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KCDL &amp; CPU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600604AF" w14:textId="77777777" w:rsidR="002614DC" w:rsidRPr="00532E97" w:rsidRDefault="002614DC" w:rsidP="001020F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07/12/2023</w:t>
            </w:r>
          </w:p>
        </w:tc>
      </w:tr>
      <w:tr w:rsidR="002614DC" w:rsidRPr="00A33618" w14:paraId="6B1829A3" w14:textId="77777777" w:rsidTr="001020FA">
        <w:tc>
          <w:tcPr>
            <w:tcW w:w="4673" w:type="dxa"/>
            <w:shd w:val="clear" w:color="auto" w:fill="auto"/>
          </w:tcPr>
          <w:p w14:paraId="18AAE9B7" w14:textId="77777777" w:rsidR="002614DC" w:rsidRPr="00B0293A" w:rsidRDefault="002614DC" w:rsidP="001020F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6FD4CAF3" w14:textId="77777777" w:rsidR="002614DC" w:rsidRPr="00251A4B" w:rsidRDefault="002614DC" w:rsidP="001020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KCDL/Tenderer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517AB254" w14:textId="77777777" w:rsidR="002614DC" w:rsidRPr="00532E97" w:rsidRDefault="002614DC" w:rsidP="001020F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21/12/2023</w:t>
            </w:r>
          </w:p>
        </w:tc>
      </w:tr>
      <w:tr w:rsidR="002614DC" w:rsidRPr="00A33618" w14:paraId="6734E30C" w14:textId="77777777" w:rsidTr="001020FA">
        <w:tc>
          <w:tcPr>
            <w:tcW w:w="4673" w:type="dxa"/>
            <w:shd w:val="clear" w:color="auto" w:fill="auto"/>
          </w:tcPr>
          <w:p w14:paraId="19024C5A" w14:textId="77777777" w:rsidR="002614DC" w:rsidRPr="00B0293A" w:rsidRDefault="002614DC" w:rsidP="001020F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837CF2C" w14:textId="77777777" w:rsidR="002614DC" w:rsidRPr="00251A4B" w:rsidRDefault="002614DC" w:rsidP="001020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KCDL/Tenderer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6013807B" w14:textId="77777777" w:rsidR="002614DC" w:rsidRPr="00532E97" w:rsidRDefault="002614DC" w:rsidP="001020F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22/12/2023</w:t>
            </w:r>
          </w:p>
        </w:tc>
      </w:tr>
      <w:tr w:rsidR="002614DC" w:rsidRPr="00A33618" w14:paraId="2D469E98" w14:textId="77777777" w:rsidTr="001020FA">
        <w:tc>
          <w:tcPr>
            <w:tcW w:w="4673" w:type="dxa"/>
            <w:shd w:val="clear" w:color="auto" w:fill="auto"/>
          </w:tcPr>
          <w:p w14:paraId="72F72091" w14:textId="77777777" w:rsidR="002614DC" w:rsidRPr="00B0293A" w:rsidRDefault="002614DC" w:rsidP="001020F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0DA95962" w14:textId="77777777" w:rsidR="002614DC" w:rsidRPr="00A33618" w:rsidRDefault="002614DC" w:rsidP="001020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34D6BE13" w14:textId="77777777" w:rsidR="002614DC" w:rsidRPr="00532E97" w:rsidRDefault="002614DC" w:rsidP="001020F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28/12/2023</w:t>
            </w:r>
          </w:p>
        </w:tc>
      </w:tr>
    </w:tbl>
    <w:p w14:paraId="38F87E47" w14:textId="77777777" w:rsidR="002614DC" w:rsidRPr="00A33618" w:rsidRDefault="002614DC" w:rsidP="004E36AD">
      <w:pPr>
        <w:rPr>
          <w:rFonts w:ascii="Calibri" w:hAnsi="Calibri" w:cs="Calibri"/>
        </w:rPr>
      </w:pPr>
    </w:p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3A689" w14:textId="77777777" w:rsidR="00601CC4" w:rsidRDefault="00601CC4">
      <w:r>
        <w:separator/>
      </w:r>
    </w:p>
  </w:endnote>
  <w:endnote w:type="continuationSeparator" w:id="0">
    <w:p w14:paraId="6EBD3C6F" w14:textId="77777777" w:rsidR="00601CC4" w:rsidRDefault="00601CC4">
      <w:r>
        <w:continuationSeparator/>
      </w:r>
    </w:p>
  </w:endnote>
  <w:endnote w:type="continuationNotice" w:id="1">
    <w:p w14:paraId="45611358" w14:textId="77777777" w:rsidR="00601CC4" w:rsidRDefault="00601C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16B9A0EC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F6CEA">
      <w:rPr>
        <w:noProof/>
      </w:rPr>
      <w:t>2023-11-07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D9AAC" w14:textId="77777777" w:rsidR="00601CC4" w:rsidRDefault="00601CC4">
      <w:r>
        <w:separator/>
      </w:r>
    </w:p>
  </w:footnote>
  <w:footnote w:type="continuationSeparator" w:id="0">
    <w:p w14:paraId="5FD2763E" w14:textId="77777777" w:rsidR="00601CC4" w:rsidRDefault="00601CC4">
      <w:r>
        <w:continuationSeparator/>
      </w:r>
    </w:p>
  </w:footnote>
  <w:footnote w:type="continuationNotice" w:id="1">
    <w:p w14:paraId="64222CB6" w14:textId="77777777" w:rsidR="00601CC4" w:rsidRDefault="00601C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072C65ED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080085">
    <w:abstractNumId w:val="1"/>
  </w:num>
  <w:num w:numId="2" w16cid:durableId="2141458299">
    <w:abstractNumId w:val="10"/>
  </w:num>
  <w:num w:numId="3" w16cid:durableId="103430105">
    <w:abstractNumId w:val="11"/>
  </w:num>
  <w:num w:numId="4" w16cid:durableId="1902322343">
    <w:abstractNumId w:val="4"/>
  </w:num>
  <w:num w:numId="5" w16cid:durableId="1793937275">
    <w:abstractNumId w:val="3"/>
  </w:num>
  <w:num w:numId="6" w16cid:durableId="844594275">
    <w:abstractNumId w:val="7"/>
  </w:num>
  <w:num w:numId="7" w16cid:durableId="2104953248">
    <w:abstractNumId w:val="5"/>
  </w:num>
  <w:num w:numId="8" w16cid:durableId="521669602">
    <w:abstractNumId w:val="9"/>
  </w:num>
  <w:num w:numId="9" w16cid:durableId="1314719330">
    <w:abstractNumId w:val="0"/>
  </w:num>
  <w:num w:numId="10" w16cid:durableId="1608266991">
    <w:abstractNumId w:val="8"/>
  </w:num>
  <w:num w:numId="11" w16cid:durableId="1398627408">
    <w:abstractNumId w:val="2"/>
  </w:num>
  <w:num w:numId="12" w16cid:durableId="1420910910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14DC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CC4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2611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0904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2B5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20D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CEA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8FB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AF1EBE-8040-4549-89EC-787AE0EE6A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20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1268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7</cp:revision>
  <cp:lastPrinted>2013-10-18T08:32:00Z</cp:lastPrinted>
  <dcterms:created xsi:type="dcterms:W3CDTF">2020-07-06T12:32:00Z</dcterms:created>
  <dcterms:modified xsi:type="dcterms:W3CDTF">2023-11-07T02:21:00Z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